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43BE07C" w14:textId="0A47C7E5" w:rsidR="00C55B29" w:rsidRPr="007A4651" w:rsidRDefault="003F7761" w:rsidP="00431275">
            <w:pPr>
              <w:spacing w:before="120" w:after="0"/>
              <w:rPr>
                <w:rFonts w:ascii="Century Gothic" w:hAnsi="Century Gothic" w:cs="Tahoma"/>
              </w:rPr>
            </w:pPr>
            <w:r w:rsidRPr="007A4651">
              <w:rPr>
                <w:rFonts w:ascii="Century Gothic" w:hAnsi="Century Gothic" w:cs="Tahoma"/>
              </w:rPr>
              <w:t xml:space="preserve">It takes Peter </w:t>
            </w:r>
            <w:r w:rsidRPr="007A4651">
              <w:rPr>
                <w:rFonts w:ascii="Century Gothic" w:hAnsi="Century Gothic" w:cs="Tahoma"/>
              </w:rPr>
              <w:t>4</w:t>
            </w:r>
            <w:r w:rsidRPr="007A4651">
              <w:rPr>
                <w:rFonts w:ascii="Century Gothic" w:hAnsi="Century Gothic" w:cs="Tahoma"/>
              </w:rPr>
              <w:t xml:space="preserve"> hours to travel the 1</w:t>
            </w:r>
            <w:r w:rsidRPr="007A4651">
              <w:rPr>
                <w:rFonts w:ascii="Century Gothic" w:hAnsi="Century Gothic" w:cs="Tahoma"/>
              </w:rPr>
              <w:t>5</w:t>
            </w:r>
            <w:r w:rsidRPr="007A4651">
              <w:rPr>
                <w:rFonts w:ascii="Century Gothic" w:hAnsi="Century Gothic" w:cs="Tahoma"/>
              </w:rPr>
              <w:t>0 miles to London.  Work out his speed.</w:t>
            </w: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7A4651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52543EFF" w14:textId="7BC2CBD1" w:rsidR="00823ACE" w:rsidRPr="007A4651" w:rsidRDefault="007A4651" w:rsidP="007A4651">
            <w:pPr>
              <w:spacing w:before="120" w:after="0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Fi</w:t>
            </w:r>
            <w:r w:rsidR="00823ACE" w:rsidRPr="007A4651">
              <w:rPr>
                <w:rFonts w:ascii="Century Gothic" w:hAnsi="Century Gothic" w:cs="Tahoma"/>
              </w:rPr>
              <w:t>nd 10% of £84</w:t>
            </w:r>
          </w:p>
          <w:p w14:paraId="0501AA8F" w14:textId="77777777" w:rsidR="00823ACE" w:rsidRPr="007A4651" w:rsidRDefault="00823ACE" w:rsidP="00823ACE">
            <w:pPr>
              <w:rPr>
                <w:rFonts w:ascii="Century Gothic" w:hAnsi="Century Gothic" w:cs="Tahoma"/>
              </w:rPr>
            </w:pPr>
          </w:p>
          <w:p w14:paraId="2BF8F556" w14:textId="77777777" w:rsidR="00823ACE" w:rsidRPr="007A4651" w:rsidRDefault="00823ACE" w:rsidP="00823ACE">
            <w:pPr>
              <w:rPr>
                <w:rFonts w:ascii="Century Gothic" w:hAnsi="Century Gothic" w:cs="Tahoma"/>
              </w:rPr>
            </w:pPr>
            <w:r w:rsidRPr="007A4651">
              <w:rPr>
                <w:rFonts w:ascii="Century Gothic" w:hAnsi="Century Gothic" w:cs="Tahoma"/>
              </w:rPr>
              <w:t>Find 15% of £84</w:t>
            </w:r>
          </w:p>
          <w:p w14:paraId="1B5E5D74" w14:textId="74491537" w:rsidR="00C6765F" w:rsidRPr="007A4651" w:rsidRDefault="00C6765F" w:rsidP="006A5DB1">
            <w:pPr>
              <w:rPr>
                <w:rFonts w:ascii="Century Gothic" w:eastAsiaTheme="minorEastAsia" w:hAnsi="Century Gothic" w:cs="Tahoma"/>
              </w:rPr>
            </w:pPr>
          </w:p>
        </w:tc>
      </w:tr>
      <w:tr w:rsidR="00C6765F" w:rsidRPr="00C240D5" w14:paraId="02717925" w14:textId="77777777" w:rsidTr="00536AAE">
        <w:trPr>
          <w:trHeight w:val="1841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68168FC7" w14:textId="76E27688" w:rsidR="00823ACE" w:rsidRPr="007A4651" w:rsidRDefault="00823ACE" w:rsidP="007A4651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7A4651">
              <w:rPr>
                <w:rFonts w:ascii="Century Gothic" w:eastAsiaTheme="minorEastAsia" w:hAnsi="Century Gothic" w:cs="Tahoma"/>
                <w:noProof/>
              </w:rPr>
              <w:t xml:space="preserve">Find the value of the expression when </w:t>
            </w:r>
            <m:oMath>
              <m:r>
                <w:rPr>
                  <w:rFonts w:ascii="Cambria Math" w:eastAsiaTheme="minorEastAsia" w:hAnsi="Cambria Math" w:cs="Tahoma"/>
                  <w:noProof/>
                </w:rPr>
                <m:t>x=3</m:t>
              </m:r>
            </m:oMath>
          </w:p>
          <w:p w14:paraId="7170615B" w14:textId="77777777" w:rsidR="00536AAE" w:rsidRPr="00536AAE" w:rsidRDefault="00536AAE" w:rsidP="00536AAE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</w:p>
          <w:p w14:paraId="683B8A61" w14:textId="730DBF4A" w:rsidR="00665D34" w:rsidRPr="007A4651" w:rsidRDefault="00823ACE" w:rsidP="00536AAE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  <m:oMath>
              <m:r>
                <w:rPr>
                  <w:rFonts w:ascii="Cambria Math" w:eastAsiaTheme="minorEastAsia" w:hAnsi="Cambria Math" w:cs="Tahoma"/>
                  <w:noProof/>
                </w:rPr>
                <m:t>5x-4=</m:t>
              </m:r>
            </m:oMath>
            <w:r w:rsidR="00C60D83" w:rsidRPr="007A4651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7A4651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4A08D395" w14:textId="77777777" w:rsidR="00C97FA1" w:rsidRPr="007A4651" w:rsidRDefault="00C97FA1" w:rsidP="007A4651">
            <w:pPr>
              <w:spacing w:before="120" w:after="0"/>
              <w:rPr>
                <w:rFonts w:ascii="Century Gothic" w:hAnsi="Century Gothic" w:cs="Tahoma"/>
              </w:rPr>
            </w:pPr>
            <w:r w:rsidRPr="007A4651">
              <w:rPr>
                <w:rFonts w:ascii="Century Gothic" w:hAnsi="Century Gothic" w:cs="Tahoma"/>
              </w:rPr>
              <w:t>Factorise:</w:t>
            </w:r>
          </w:p>
          <w:p w14:paraId="405C2B47" w14:textId="62FEFBEC" w:rsidR="00C97FA1" w:rsidRPr="007A4651" w:rsidRDefault="00C97FA1" w:rsidP="00C97FA1">
            <w:pPr>
              <w:jc w:val="center"/>
              <w:rPr>
                <w:rFonts w:ascii="Century Gothic" w:hAnsi="Century Gothic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+10x+21</m:t>
                </m:r>
              </m:oMath>
            </m:oMathPara>
          </w:p>
          <w:p w14:paraId="2AF50B53" w14:textId="77777777" w:rsidR="00C97FA1" w:rsidRPr="007A4651" w:rsidRDefault="00C97FA1" w:rsidP="00C97FA1">
            <w:pPr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Tahoma"/>
                  </w:rPr>
                  <w:br/>
                </m:r>
              </m:oMath>
              <m:oMath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 xml:space="preserve">x+         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 xml:space="preserve">x+       </m:t>
                    </m:r>
                  </m:e>
                </m:d>
                <m:r>
                  <w:rPr>
                    <w:rFonts w:ascii="Cambria Math" w:eastAsiaTheme="minorEastAsia" w:hAnsi="Cambria Math" w:cs="Tahoma"/>
                  </w:rPr>
                  <m:t>=</m:t>
                </m:r>
              </m:oMath>
            </m:oMathPara>
          </w:p>
          <w:p w14:paraId="35867634" w14:textId="530823E8" w:rsidR="00C6765F" w:rsidRPr="007A4651" w:rsidRDefault="00C6765F" w:rsidP="00F35C69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24DB5AE8" w:rsidR="009F6C6A" w:rsidRDefault="007516C1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2752" behindDoc="0" locked="0" layoutInCell="1" allowOverlap="1" wp14:anchorId="569AC525" wp14:editId="7492D789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2" name="Picture 2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E43D6E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0FE07817" w:rsidR="00C6765F" w:rsidRPr="009F6C6A" w:rsidRDefault="00326247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06F94F21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43D6E"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316BCE51" wp14:editId="0FD6C99A">
                  <wp:extent cx="672477" cy="92392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77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3BABBC96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A06746">
        <w:rPr>
          <w:rFonts w:ascii="Segoe Print" w:hAnsi="Segoe Print"/>
          <w:b/>
          <w:sz w:val="24"/>
        </w:rPr>
        <w:t>9</w:t>
      </w:r>
      <w:r w:rsidR="00950AD6">
        <w:rPr>
          <w:rFonts w:ascii="Segoe Print" w:hAnsi="Segoe Print"/>
          <w:b/>
          <w:sz w:val="24"/>
        </w:rPr>
        <w:t>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10BFCF5C" w14:textId="4D482348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637E6A0E" w14:textId="7AB37AA8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52756768" w14:textId="7D0CDBAA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7154159F" w14:textId="77777777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536AAE" w:rsidRPr="000A63AF" w14:paraId="338F8CA9" w14:textId="77777777" w:rsidTr="00EA5960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09D43357" w14:textId="77777777" w:rsidR="00536AAE" w:rsidRPr="00C240D5" w:rsidRDefault="00536AAE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2CC24B0D" w14:textId="77777777" w:rsidR="00536AAE" w:rsidRPr="007A4651" w:rsidRDefault="00536AAE" w:rsidP="00EA5960">
            <w:pPr>
              <w:spacing w:before="120" w:after="0"/>
              <w:rPr>
                <w:rFonts w:ascii="Century Gothic" w:hAnsi="Century Gothic" w:cs="Tahoma"/>
              </w:rPr>
            </w:pPr>
            <w:r w:rsidRPr="007A4651">
              <w:rPr>
                <w:rFonts w:ascii="Century Gothic" w:hAnsi="Century Gothic" w:cs="Tahoma"/>
              </w:rPr>
              <w:t>It takes Peter 4 hours to travel the 150 miles to London.  Work out his speed.</w:t>
            </w:r>
          </w:p>
        </w:tc>
        <w:tc>
          <w:tcPr>
            <w:tcW w:w="567" w:type="dxa"/>
            <w:tcBorders>
              <w:right w:val="nil"/>
            </w:tcBorders>
          </w:tcPr>
          <w:p w14:paraId="34C5FF46" w14:textId="77777777" w:rsidR="00536AAE" w:rsidRPr="007A4651" w:rsidRDefault="00536AAE" w:rsidP="00EA596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2ADEFA32" w14:textId="77777777" w:rsidR="00536AAE" w:rsidRPr="007A4651" w:rsidRDefault="00536AAE" w:rsidP="00EA5960">
            <w:pPr>
              <w:spacing w:before="120" w:after="0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Fi</w:t>
            </w:r>
            <w:r w:rsidRPr="007A4651">
              <w:rPr>
                <w:rFonts w:ascii="Century Gothic" w:hAnsi="Century Gothic" w:cs="Tahoma"/>
              </w:rPr>
              <w:t>nd 10% of £84</w:t>
            </w:r>
          </w:p>
          <w:p w14:paraId="47311ADE" w14:textId="77777777" w:rsidR="00536AAE" w:rsidRPr="007A4651" w:rsidRDefault="00536AAE" w:rsidP="00EA5960">
            <w:pPr>
              <w:rPr>
                <w:rFonts w:ascii="Century Gothic" w:hAnsi="Century Gothic" w:cs="Tahoma"/>
              </w:rPr>
            </w:pPr>
          </w:p>
          <w:p w14:paraId="41E09429" w14:textId="77777777" w:rsidR="00536AAE" w:rsidRPr="007A4651" w:rsidRDefault="00536AAE" w:rsidP="00EA5960">
            <w:pPr>
              <w:rPr>
                <w:rFonts w:ascii="Century Gothic" w:hAnsi="Century Gothic" w:cs="Tahoma"/>
              </w:rPr>
            </w:pPr>
            <w:r w:rsidRPr="007A4651">
              <w:rPr>
                <w:rFonts w:ascii="Century Gothic" w:hAnsi="Century Gothic" w:cs="Tahoma"/>
              </w:rPr>
              <w:t>Find 15% of £84</w:t>
            </w:r>
          </w:p>
          <w:p w14:paraId="5FA0B6BE" w14:textId="77777777" w:rsidR="00536AAE" w:rsidRPr="007A4651" w:rsidRDefault="00536AAE" w:rsidP="00EA5960">
            <w:pPr>
              <w:rPr>
                <w:rFonts w:ascii="Century Gothic" w:eastAsiaTheme="minorEastAsia" w:hAnsi="Century Gothic" w:cs="Tahoma"/>
              </w:rPr>
            </w:pPr>
          </w:p>
        </w:tc>
      </w:tr>
      <w:tr w:rsidR="00536AAE" w:rsidRPr="00C240D5" w14:paraId="7842197F" w14:textId="77777777" w:rsidTr="00EA5960">
        <w:trPr>
          <w:trHeight w:val="1841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5140FFB" w14:textId="77777777" w:rsidR="00536AAE" w:rsidRPr="00C240D5" w:rsidRDefault="00536AAE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0DB5C8D5" w14:textId="77777777" w:rsidR="00536AAE" w:rsidRPr="007A4651" w:rsidRDefault="00536AAE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7A4651">
              <w:rPr>
                <w:rFonts w:ascii="Century Gothic" w:eastAsiaTheme="minorEastAsia" w:hAnsi="Century Gothic" w:cs="Tahoma"/>
                <w:noProof/>
              </w:rPr>
              <w:t xml:space="preserve">Find the value of the expression when </w:t>
            </w:r>
            <m:oMath>
              <m:r>
                <w:rPr>
                  <w:rFonts w:ascii="Cambria Math" w:eastAsiaTheme="minorEastAsia" w:hAnsi="Cambria Math" w:cs="Tahoma"/>
                  <w:noProof/>
                </w:rPr>
                <m:t>x=3</m:t>
              </m:r>
            </m:oMath>
          </w:p>
          <w:p w14:paraId="11E65325" w14:textId="77777777" w:rsidR="00536AAE" w:rsidRPr="00536AAE" w:rsidRDefault="00536AAE" w:rsidP="00EA5960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</w:p>
          <w:p w14:paraId="4C107C05" w14:textId="77777777" w:rsidR="00536AAE" w:rsidRPr="007A4651" w:rsidRDefault="00536AAE" w:rsidP="00EA5960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  <m:oMath>
              <m:r>
                <w:rPr>
                  <w:rFonts w:ascii="Cambria Math" w:eastAsiaTheme="minorEastAsia" w:hAnsi="Cambria Math" w:cs="Tahoma"/>
                  <w:noProof/>
                </w:rPr>
                <m:t>5x-4=</m:t>
              </m:r>
            </m:oMath>
            <w:r w:rsidRPr="007A4651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2F72B3E5" w14:textId="77777777" w:rsidR="00536AAE" w:rsidRPr="007A4651" w:rsidRDefault="00536AAE" w:rsidP="00EA596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5E6C1721" w14:textId="77777777" w:rsidR="00536AAE" w:rsidRPr="007A4651" w:rsidRDefault="00536AAE" w:rsidP="00EA5960">
            <w:pPr>
              <w:spacing w:before="120" w:after="0"/>
              <w:rPr>
                <w:rFonts w:ascii="Century Gothic" w:hAnsi="Century Gothic" w:cs="Tahoma"/>
              </w:rPr>
            </w:pPr>
            <w:r w:rsidRPr="007A4651">
              <w:rPr>
                <w:rFonts w:ascii="Century Gothic" w:hAnsi="Century Gothic" w:cs="Tahoma"/>
              </w:rPr>
              <w:t>Factorise:</w:t>
            </w:r>
          </w:p>
          <w:p w14:paraId="73C03D01" w14:textId="77777777" w:rsidR="00536AAE" w:rsidRPr="007A4651" w:rsidRDefault="00536AAE" w:rsidP="00EA5960">
            <w:pPr>
              <w:jc w:val="center"/>
              <w:rPr>
                <w:rFonts w:ascii="Century Gothic" w:hAnsi="Century Gothic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+10x+21</m:t>
                </m:r>
              </m:oMath>
            </m:oMathPara>
          </w:p>
          <w:p w14:paraId="30F13E69" w14:textId="77777777" w:rsidR="00536AAE" w:rsidRPr="007A4651" w:rsidRDefault="00536AAE" w:rsidP="00EA5960">
            <w:pPr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Tahoma"/>
                  </w:rPr>
                  <w:br/>
                </m:r>
              </m:oMath>
              <m:oMath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 xml:space="preserve">x+         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 xml:space="preserve">x+       </m:t>
                    </m:r>
                  </m:e>
                </m:d>
                <m:r>
                  <w:rPr>
                    <w:rFonts w:ascii="Cambria Math" w:eastAsiaTheme="minorEastAsia" w:hAnsi="Cambria Math" w:cs="Tahoma"/>
                  </w:rPr>
                  <m:t>=</m:t>
                </m:r>
              </m:oMath>
            </m:oMathPara>
          </w:p>
          <w:p w14:paraId="31F3FD1D" w14:textId="77777777" w:rsidR="00536AAE" w:rsidRPr="007A4651" w:rsidRDefault="00536AAE" w:rsidP="00EA5960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536AAE" w:rsidRPr="00C240D5" w14:paraId="4BE1A9BD" w14:textId="77777777" w:rsidTr="00EA5960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1AD926C8" w14:textId="77777777" w:rsidR="00536AAE" w:rsidRPr="00C240D5" w:rsidRDefault="00536AAE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7B1940F" w14:textId="77777777" w:rsidR="00536AAE" w:rsidRDefault="00536AAE" w:rsidP="00EA5960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7872" behindDoc="0" locked="0" layoutInCell="1" allowOverlap="1" wp14:anchorId="5AFFC820" wp14:editId="21AD6C1D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3" name="Picture 3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1289CF48" w14:textId="77777777" w:rsidR="00536AAE" w:rsidRPr="009F6C6A" w:rsidRDefault="00536AAE" w:rsidP="00EA5960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26848" behindDoc="0" locked="0" layoutInCell="1" allowOverlap="1" wp14:anchorId="15194B03" wp14:editId="065F6798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1515D9DC" wp14:editId="025383C6">
                  <wp:extent cx="672477" cy="9239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77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39946C" w14:textId="77777777" w:rsidR="00536AAE" w:rsidRDefault="00536AAE" w:rsidP="00536AAE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5824" behindDoc="0" locked="0" layoutInCell="1" allowOverlap="1" wp14:anchorId="58F2F4E8" wp14:editId="7BAA480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4" name="Picture 1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4800" behindDoc="0" locked="0" layoutInCell="1" allowOverlap="1" wp14:anchorId="4E9A9DB8" wp14:editId="1CA17FE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6" name="Picture 1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29.1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31C2661D" w14:textId="77777777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536AAE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7090C"/>
    <w:rsid w:val="000740DB"/>
    <w:rsid w:val="000A43CA"/>
    <w:rsid w:val="000A63AF"/>
    <w:rsid w:val="000E162B"/>
    <w:rsid w:val="00105331"/>
    <w:rsid w:val="00125C71"/>
    <w:rsid w:val="00155A2A"/>
    <w:rsid w:val="001760AE"/>
    <w:rsid w:val="001826A9"/>
    <w:rsid w:val="001D513F"/>
    <w:rsid w:val="001E2A93"/>
    <w:rsid w:val="0020147F"/>
    <w:rsid w:val="00213C21"/>
    <w:rsid w:val="00242309"/>
    <w:rsid w:val="00247FD4"/>
    <w:rsid w:val="002A3B06"/>
    <w:rsid w:val="002B14A3"/>
    <w:rsid w:val="002C5377"/>
    <w:rsid w:val="002D5D86"/>
    <w:rsid w:val="00326247"/>
    <w:rsid w:val="00333535"/>
    <w:rsid w:val="003356C4"/>
    <w:rsid w:val="00344FB5"/>
    <w:rsid w:val="00353B71"/>
    <w:rsid w:val="003D55FD"/>
    <w:rsid w:val="003F51D8"/>
    <w:rsid w:val="003F7761"/>
    <w:rsid w:val="004008D8"/>
    <w:rsid w:val="00431275"/>
    <w:rsid w:val="00493EE3"/>
    <w:rsid w:val="004A26C7"/>
    <w:rsid w:val="004D2879"/>
    <w:rsid w:val="004F073D"/>
    <w:rsid w:val="0050136B"/>
    <w:rsid w:val="00505FC9"/>
    <w:rsid w:val="00523173"/>
    <w:rsid w:val="00525119"/>
    <w:rsid w:val="00536AAE"/>
    <w:rsid w:val="005D37DE"/>
    <w:rsid w:val="005E3FC2"/>
    <w:rsid w:val="00611673"/>
    <w:rsid w:val="0064471D"/>
    <w:rsid w:val="00651685"/>
    <w:rsid w:val="00665D34"/>
    <w:rsid w:val="00666CDC"/>
    <w:rsid w:val="0066773D"/>
    <w:rsid w:val="006A5DB1"/>
    <w:rsid w:val="006E6A1A"/>
    <w:rsid w:val="0070003E"/>
    <w:rsid w:val="00705472"/>
    <w:rsid w:val="007258C6"/>
    <w:rsid w:val="00734D85"/>
    <w:rsid w:val="007516C1"/>
    <w:rsid w:val="00782957"/>
    <w:rsid w:val="007A4651"/>
    <w:rsid w:val="007B4226"/>
    <w:rsid w:val="007E2C1A"/>
    <w:rsid w:val="00823ACE"/>
    <w:rsid w:val="0090117B"/>
    <w:rsid w:val="0090585D"/>
    <w:rsid w:val="00950AD6"/>
    <w:rsid w:val="0099142F"/>
    <w:rsid w:val="009A72D8"/>
    <w:rsid w:val="009F6C6A"/>
    <w:rsid w:val="00A06746"/>
    <w:rsid w:val="00A1371A"/>
    <w:rsid w:val="00A5698F"/>
    <w:rsid w:val="00A844B6"/>
    <w:rsid w:val="00AD3C1A"/>
    <w:rsid w:val="00B40DC9"/>
    <w:rsid w:val="00B64A68"/>
    <w:rsid w:val="00BE7AC9"/>
    <w:rsid w:val="00BF0512"/>
    <w:rsid w:val="00C11472"/>
    <w:rsid w:val="00C240D5"/>
    <w:rsid w:val="00C35600"/>
    <w:rsid w:val="00C41860"/>
    <w:rsid w:val="00C55B29"/>
    <w:rsid w:val="00C60D83"/>
    <w:rsid w:val="00C6765F"/>
    <w:rsid w:val="00C97FA1"/>
    <w:rsid w:val="00D253BC"/>
    <w:rsid w:val="00D27DA8"/>
    <w:rsid w:val="00D51195"/>
    <w:rsid w:val="00D723BE"/>
    <w:rsid w:val="00D974EA"/>
    <w:rsid w:val="00DB511B"/>
    <w:rsid w:val="00DC16B5"/>
    <w:rsid w:val="00DD6ED1"/>
    <w:rsid w:val="00DF5FFD"/>
    <w:rsid w:val="00E01F39"/>
    <w:rsid w:val="00E20822"/>
    <w:rsid w:val="00E43D6E"/>
    <w:rsid w:val="00E50F92"/>
    <w:rsid w:val="00E54E19"/>
    <w:rsid w:val="00E56494"/>
    <w:rsid w:val="00E7749A"/>
    <w:rsid w:val="00EA0CA1"/>
    <w:rsid w:val="00EC4CCA"/>
    <w:rsid w:val="00F04FE3"/>
    <w:rsid w:val="00F3252F"/>
    <w:rsid w:val="00F35C69"/>
    <w:rsid w:val="00F43DAF"/>
    <w:rsid w:val="00F55BE2"/>
    <w:rsid w:val="00F8683A"/>
    <w:rsid w:val="00FB0E81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10</cp:revision>
  <cp:lastPrinted>2019-05-20T12:27:00Z</cp:lastPrinted>
  <dcterms:created xsi:type="dcterms:W3CDTF">2019-05-20T12:22:00Z</dcterms:created>
  <dcterms:modified xsi:type="dcterms:W3CDTF">2019-05-20T12:27:00Z</dcterms:modified>
</cp:coreProperties>
</file>